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4FF" w:rsidRDefault="00F44B5B">
      <w:r>
        <w:rPr>
          <w:noProof/>
        </w:rPr>
        <w:drawing>
          <wp:inline distT="0" distB="0" distL="0" distR="0" wp14:anchorId="37B50EE5" wp14:editId="4AF1F23F">
            <wp:extent cx="5943600" cy="2588559"/>
            <wp:effectExtent l="0" t="0" r="0" b="0"/>
            <wp:docPr id="1" name="Picture 1" descr="http://www.orchidislandjuice.com/web/wp-content/uploads/2014/09/WBENC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rchidislandjuice.com/web/wp-content/uploads/2014/09/WBENC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88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74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B5B"/>
    <w:rsid w:val="00BA74FF"/>
    <w:rsid w:val="00F44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AB1632-0584-46C2-970F-DAB16D297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C6BFAF80.dotm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Adar LLC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 Corbolotti</dc:creator>
  <cp:keywords/>
  <dc:description/>
  <cp:lastModifiedBy>Dean Corbolotti</cp:lastModifiedBy>
  <cp:revision>1</cp:revision>
  <dcterms:created xsi:type="dcterms:W3CDTF">2015-10-29T19:07:00Z</dcterms:created>
  <dcterms:modified xsi:type="dcterms:W3CDTF">2015-10-29T19:08:00Z</dcterms:modified>
</cp:coreProperties>
</file>